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C1" w:rsidRDefault="003F74C1" w:rsidP="003F74C1">
      <w:pPr>
        <w:pStyle w:val="Default"/>
      </w:pPr>
      <w:bookmarkStart w:id="0" w:name="_GoBack"/>
      <w:bookmarkEnd w:id="0"/>
    </w:p>
    <w:p w:rsidR="003F74C1" w:rsidRPr="003F74C1" w:rsidRDefault="003F74C1" w:rsidP="003F74C1">
      <w:pPr>
        <w:pStyle w:val="Default"/>
        <w:jc w:val="center"/>
        <w:rPr>
          <w:sz w:val="48"/>
          <w:szCs w:val="48"/>
        </w:rPr>
      </w:pPr>
      <w:r w:rsidRPr="003F74C1">
        <w:rPr>
          <w:sz w:val="48"/>
          <w:szCs w:val="48"/>
        </w:rPr>
        <w:t>What’s in a Name?</w:t>
      </w:r>
    </w:p>
    <w:p w:rsidR="003F74C1" w:rsidRDefault="003F74C1" w:rsidP="003F74C1">
      <w:pPr>
        <w:pStyle w:val="Default"/>
        <w:rPr>
          <w:sz w:val="23"/>
          <w:szCs w:val="23"/>
        </w:rPr>
      </w:pPr>
    </w:p>
    <w:p w:rsidR="003F74C1" w:rsidRDefault="003F74C1" w:rsidP="003F74C1">
      <w:pPr>
        <w:pStyle w:val="Default"/>
        <w:rPr>
          <w:sz w:val="23"/>
          <w:szCs w:val="23"/>
        </w:rPr>
      </w:pPr>
    </w:p>
    <w:p w:rsidR="003F74C1" w:rsidRDefault="003F74C1" w:rsidP="003F74C1">
      <w:pPr>
        <w:pStyle w:val="Default"/>
        <w:rPr>
          <w:sz w:val="23"/>
          <w:szCs w:val="23"/>
        </w:rPr>
      </w:pPr>
    </w:p>
    <w:p w:rsidR="003F74C1" w:rsidRDefault="003F74C1" w:rsidP="003F74C1">
      <w:pPr>
        <w:pStyle w:val="Default"/>
        <w:rPr>
          <w:sz w:val="23"/>
          <w:szCs w:val="23"/>
        </w:rPr>
      </w:pPr>
    </w:p>
    <w:p w:rsidR="003F74C1" w:rsidRPr="004D48CA" w:rsidRDefault="003F74C1" w:rsidP="00AB50F1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4D48CA">
        <w:rPr>
          <w:sz w:val="32"/>
          <w:szCs w:val="32"/>
        </w:rPr>
        <w:t>Delphine researches her name.</w:t>
      </w:r>
    </w:p>
    <w:p w:rsidR="003F74C1" w:rsidRPr="004D48CA" w:rsidRDefault="003F74C1" w:rsidP="003F74C1">
      <w:pPr>
        <w:pStyle w:val="Default"/>
        <w:rPr>
          <w:sz w:val="32"/>
          <w:szCs w:val="32"/>
        </w:rPr>
      </w:pPr>
    </w:p>
    <w:p w:rsidR="003F74C1" w:rsidRPr="004D48CA" w:rsidRDefault="003F74C1" w:rsidP="003F74C1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D48CA">
        <w:rPr>
          <w:sz w:val="32"/>
          <w:szCs w:val="32"/>
        </w:rPr>
        <w:t>What does her name mean?</w:t>
      </w:r>
    </w:p>
    <w:p w:rsidR="003F74C1" w:rsidRPr="004D48CA" w:rsidRDefault="003F74C1" w:rsidP="003F74C1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D48CA">
        <w:rPr>
          <w:sz w:val="32"/>
          <w:szCs w:val="32"/>
        </w:rPr>
        <w:t>How does the meaning of her name affect Delphine?</w:t>
      </w:r>
    </w:p>
    <w:p w:rsidR="003F74C1" w:rsidRPr="004D48CA" w:rsidRDefault="003F74C1" w:rsidP="003F74C1">
      <w:pPr>
        <w:pStyle w:val="Default"/>
        <w:rPr>
          <w:sz w:val="32"/>
          <w:szCs w:val="32"/>
        </w:rPr>
      </w:pPr>
    </w:p>
    <w:p w:rsidR="00036A33" w:rsidRPr="004D48CA" w:rsidRDefault="003F74C1" w:rsidP="00AB50F1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4D48CA">
        <w:rPr>
          <w:sz w:val="32"/>
          <w:szCs w:val="32"/>
        </w:rPr>
        <w:t xml:space="preserve"> Explore the meaning or history of your first name. </w:t>
      </w:r>
      <w:r w:rsidR="00036A33" w:rsidRPr="004D48CA">
        <w:rPr>
          <w:sz w:val="32"/>
          <w:szCs w:val="32"/>
        </w:rPr>
        <w:t xml:space="preserve">You can use </w:t>
      </w:r>
      <w:hyperlink r:id="rId6" w:history="1">
        <w:r w:rsidR="00036A33" w:rsidRPr="004D48CA">
          <w:rPr>
            <w:rStyle w:val="Hyperlink"/>
            <w:sz w:val="32"/>
            <w:szCs w:val="32"/>
          </w:rPr>
          <w:t>http://www.name-meanings.com/</w:t>
        </w:r>
      </w:hyperlink>
      <w:r w:rsidR="00036A33" w:rsidRPr="004D48CA">
        <w:rPr>
          <w:sz w:val="32"/>
          <w:szCs w:val="32"/>
        </w:rPr>
        <w:t xml:space="preserve"> or any other source you choose. There are many good name books in the library and bookstores.</w:t>
      </w:r>
    </w:p>
    <w:p w:rsidR="00036A33" w:rsidRPr="004D48CA" w:rsidRDefault="00036A33" w:rsidP="003F74C1">
      <w:pPr>
        <w:pStyle w:val="Default"/>
        <w:rPr>
          <w:sz w:val="32"/>
          <w:szCs w:val="32"/>
        </w:rPr>
      </w:pPr>
    </w:p>
    <w:p w:rsidR="003F74C1" w:rsidRPr="004D48CA" w:rsidRDefault="003F74C1" w:rsidP="00036A33">
      <w:pPr>
        <w:pStyle w:val="Default"/>
        <w:numPr>
          <w:ilvl w:val="0"/>
          <w:numId w:val="2"/>
        </w:numPr>
        <w:rPr>
          <w:sz w:val="32"/>
          <w:szCs w:val="32"/>
        </w:rPr>
      </w:pPr>
      <w:r w:rsidRPr="004D48CA">
        <w:rPr>
          <w:sz w:val="32"/>
          <w:szCs w:val="32"/>
        </w:rPr>
        <w:t xml:space="preserve">What did you learn? </w:t>
      </w:r>
    </w:p>
    <w:p w:rsidR="00036A33" w:rsidRPr="004D48CA" w:rsidRDefault="00036A33" w:rsidP="00036A33">
      <w:pPr>
        <w:pStyle w:val="Default"/>
        <w:rPr>
          <w:sz w:val="32"/>
          <w:szCs w:val="32"/>
        </w:rPr>
      </w:pPr>
    </w:p>
    <w:p w:rsidR="00036A33" w:rsidRPr="004D48CA" w:rsidRDefault="00036A33" w:rsidP="00AB50F1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4D48CA">
        <w:rPr>
          <w:sz w:val="32"/>
          <w:szCs w:val="32"/>
        </w:rPr>
        <w:t>Create a picture with your name and its meaning, a poem or an</w:t>
      </w:r>
      <w:r w:rsidR="00AB50F1" w:rsidRPr="004D48CA">
        <w:rPr>
          <w:sz w:val="32"/>
          <w:szCs w:val="32"/>
        </w:rPr>
        <w:t xml:space="preserve"> acrostic poem.</w:t>
      </w:r>
    </w:p>
    <w:p w:rsidR="00E64659" w:rsidRPr="004D48CA" w:rsidRDefault="00E64659">
      <w:pPr>
        <w:rPr>
          <w:sz w:val="32"/>
          <w:szCs w:val="32"/>
        </w:rPr>
      </w:pPr>
    </w:p>
    <w:sectPr w:rsidR="00E64659" w:rsidRPr="004D48CA" w:rsidSect="008C4479">
      <w:pgSz w:w="12240" w:h="16340"/>
      <w:pgMar w:top="774" w:right="134" w:bottom="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182E"/>
    <w:multiLevelType w:val="hybridMultilevel"/>
    <w:tmpl w:val="AEC06A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03F22"/>
    <w:multiLevelType w:val="hybridMultilevel"/>
    <w:tmpl w:val="6D20C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4EB34D8"/>
    <w:multiLevelType w:val="hybridMultilevel"/>
    <w:tmpl w:val="18C6BE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C1"/>
    <w:rsid w:val="00036A33"/>
    <w:rsid w:val="003F74C1"/>
    <w:rsid w:val="004D48CA"/>
    <w:rsid w:val="00AB50F1"/>
    <w:rsid w:val="00CD2BA7"/>
    <w:rsid w:val="00E6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7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36A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7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36A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me-meaning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74304F55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garner</dc:creator>
  <cp:lastModifiedBy>melissa garner</cp:lastModifiedBy>
  <cp:revision>2</cp:revision>
  <dcterms:created xsi:type="dcterms:W3CDTF">2011-12-05T15:48:00Z</dcterms:created>
  <dcterms:modified xsi:type="dcterms:W3CDTF">2011-12-05T15:48:00Z</dcterms:modified>
</cp:coreProperties>
</file>